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A4" w:rsidRDefault="00997F14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6414A4" w:rsidRDefault="006414A4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D8678B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3F38">
        <w:rPr>
          <w:rFonts w:ascii="Corbel" w:hAnsi="Corbel"/>
          <w:b/>
          <w:smallCaps/>
          <w:sz w:val="24"/>
          <w:szCs w:val="24"/>
        </w:rPr>
        <w:t>20</w:t>
      </w:r>
      <w:r w:rsidR="006172AE">
        <w:rPr>
          <w:rFonts w:ascii="Corbel" w:hAnsi="Corbel"/>
          <w:b/>
          <w:smallCaps/>
          <w:sz w:val="24"/>
          <w:szCs w:val="24"/>
        </w:rPr>
        <w:t>20-2023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43F38">
        <w:rPr>
          <w:rFonts w:ascii="Corbel" w:hAnsi="Corbel"/>
          <w:sz w:val="20"/>
          <w:szCs w:val="20"/>
        </w:rPr>
        <w:t>20</w:t>
      </w:r>
      <w:r w:rsidR="006172AE">
        <w:rPr>
          <w:rFonts w:ascii="Corbel" w:hAnsi="Corbel"/>
          <w:sz w:val="20"/>
          <w:szCs w:val="20"/>
        </w:rPr>
        <w:t>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3F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rodziny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43F38" w:rsidRDefault="00D43F38" w:rsidP="00D43F38">
            <w:pPr>
              <w:rPr>
                <w:color w:val="000000"/>
              </w:rPr>
            </w:pPr>
            <w:r>
              <w:rPr>
                <w:color w:val="000000"/>
              </w:rPr>
              <w:t>P1S[2]O_07</w:t>
            </w:r>
          </w:p>
        </w:tc>
      </w:tr>
      <w:tr w:rsidR="00D43F38" w:rsidRPr="009C54AE" w:rsidTr="00B819C8">
        <w:tc>
          <w:tcPr>
            <w:tcW w:w="2694" w:type="dxa"/>
            <w:vAlign w:val="center"/>
          </w:tcPr>
          <w:p w:rsidR="00D43F38" w:rsidRPr="009C54AE" w:rsidRDefault="00D43F3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3F38" w:rsidRPr="009C54AE" w:rsidTr="00B819C8">
        <w:tc>
          <w:tcPr>
            <w:tcW w:w="2694" w:type="dxa"/>
            <w:vAlign w:val="center"/>
          </w:tcPr>
          <w:p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3F38" w:rsidRPr="009C54AE" w:rsidTr="00B819C8">
        <w:tc>
          <w:tcPr>
            <w:tcW w:w="2694" w:type="dxa"/>
            <w:vAlign w:val="center"/>
          </w:tcPr>
          <w:p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D43F38" w:rsidRPr="009C54AE" w:rsidTr="00B819C8">
        <w:tc>
          <w:tcPr>
            <w:tcW w:w="2694" w:type="dxa"/>
            <w:vAlign w:val="center"/>
          </w:tcPr>
          <w:p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43F38" w:rsidRPr="009C54AE" w:rsidTr="00B819C8">
        <w:tc>
          <w:tcPr>
            <w:tcW w:w="2694" w:type="dxa"/>
            <w:vAlign w:val="center"/>
          </w:tcPr>
          <w:p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5297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43F38" w:rsidRPr="009C54AE" w:rsidTr="00B819C8">
        <w:tc>
          <w:tcPr>
            <w:tcW w:w="2694" w:type="dxa"/>
            <w:vAlign w:val="center"/>
          </w:tcPr>
          <w:p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43F38" w:rsidRPr="009C54AE" w:rsidTr="00B819C8">
        <w:tc>
          <w:tcPr>
            <w:tcW w:w="2694" w:type="dxa"/>
            <w:vAlign w:val="center"/>
          </w:tcPr>
          <w:p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43F38" w:rsidRPr="009C54AE" w:rsidTr="00B819C8">
        <w:tc>
          <w:tcPr>
            <w:tcW w:w="2694" w:type="dxa"/>
            <w:vAlign w:val="center"/>
          </w:tcPr>
          <w:p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podstawowy, kierunkowy</w:t>
            </w:r>
          </w:p>
        </w:tc>
      </w:tr>
      <w:tr w:rsidR="00D43F38" w:rsidRPr="009C54AE" w:rsidTr="00B819C8">
        <w:tc>
          <w:tcPr>
            <w:tcW w:w="2694" w:type="dxa"/>
            <w:vAlign w:val="center"/>
          </w:tcPr>
          <w:p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43F38" w:rsidRPr="0015297A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D43F38" w:rsidRPr="009C54AE" w:rsidTr="00B819C8">
        <w:tc>
          <w:tcPr>
            <w:tcW w:w="2694" w:type="dxa"/>
            <w:vAlign w:val="center"/>
          </w:tcPr>
          <w:p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43F38" w:rsidRPr="009C54AE" w:rsidRDefault="00D43F38" w:rsidP="000C04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D43F38" w:rsidRPr="009C54AE" w:rsidTr="00B819C8">
        <w:tc>
          <w:tcPr>
            <w:tcW w:w="2694" w:type="dxa"/>
            <w:vAlign w:val="center"/>
          </w:tcPr>
          <w:p w:rsidR="00D43F38" w:rsidRPr="009C54AE" w:rsidRDefault="00D43F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172AE" w:rsidRDefault="0061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2AE">
              <w:rPr>
                <w:rFonts w:ascii="Corbel" w:hAnsi="Corbel"/>
                <w:b w:val="0"/>
                <w:sz w:val="24"/>
                <w:szCs w:val="24"/>
              </w:rPr>
              <w:t xml:space="preserve">Dr hab. Beata </w:t>
            </w:r>
            <w:proofErr w:type="spellStart"/>
            <w:r w:rsidRPr="006172AE"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  <w:r w:rsidRPr="006172A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:rsidR="00D43F38" w:rsidRPr="009C54AE" w:rsidRDefault="0061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2AE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3F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764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D43F38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48379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D43F38" w:rsidRDefault="009D400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Wiedza z przedmiotu</w:t>
            </w:r>
            <w:r w:rsidR="00D43F38" w:rsidRPr="00D43F38">
              <w:rPr>
                <w:rFonts w:ascii="Corbel" w:hAnsi="Corbel"/>
                <w:b w:val="0"/>
                <w:szCs w:val="24"/>
              </w:rPr>
              <w:t>: wstęp do socjologii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  <w:gridCol w:w="8819"/>
      </w:tblGrid>
      <w:tr w:rsidR="00D05296" w:rsidRPr="009C54AE" w:rsidTr="00D05296">
        <w:tc>
          <w:tcPr>
            <w:tcW w:w="851" w:type="dxa"/>
            <w:vAlign w:val="center"/>
          </w:tcPr>
          <w:p w:rsidR="00D05296" w:rsidRPr="009C54AE" w:rsidRDefault="00D052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05296" w:rsidRPr="00D75138" w:rsidRDefault="00D4428C" w:rsidP="000C04B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Przybliżenie studentom  podstawowych</w:t>
            </w:r>
            <w:r w:rsidR="00D05296" w:rsidRPr="00D75138">
              <w:rPr>
                <w:rFonts w:ascii="Corbel" w:hAnsi="Corbel"/>
                <w:b w:val="0"/>
                <w:smallCaps w:val="0"/>
                <w:szCs w:val="24"/>
              </w:rPr>
              <w:t xml:space="preserve"> termi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nów</w:t>
            </w:r>
            <w:r w:rsidR="00D05296">
              <w:rPr>
                <w:rFonts w:ascii="Corbel" w:hAnsi="Corbel"/>
                <w:b w:val="0"/>
                <w:smallCaps w:val="0"/>
                <w:szCs w:val="24"/>
              </w:rPr>
              <w:t xml:space="preserve"> z zakresu socjologii rodziny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D05296" w:rsidRPr="009C54AE" w:rsidRDefault="00D052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05296" w:rsidRPr="009C54AE" w:rsidTr="00A8687D">
        <w:tc>
          <w:tcPr>
            <w:tcW w:w="851" w:type="dxa"/>
            <w:vAlign w:val="center"/>
          </w:tcPr>
          <w:p w:rsidR="00D05296" w:rsidRPr="009C54AE" w:rsidRDefault="00D0529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05296" w:rsidRPr="00D75138" w:rsidRDefault="00D4428C" w:rsidP="00D442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Przybliżenie wiedzy w zakresie</w:t>
            </w:r>
            <w:r w:rsidR="00D05296" w:rsidRPr="00D75138">
              <w:rPr>
                <w:rFonts w:ascii="Corbel" w:hAnsi="Corbel"/>
                <w:b w:val="0"/>
                <w:smallCaps w:val="0"/>
                <w:szCs w:val="24"/>
              </w:rPr>
              <w:t xml:space="preserve"> alternatywy dla małżeństwa i różne typy rodzin oraz pełnione przez nie funkcje </w:t>
            </w:r>
          </w:p>
        </w:tc>
        <w:tc>
          <w:tcPr>
            <w:tcW w:w="8819" w:type="dxa"/>
            <w:vMerge/>
            <w:vAlign w:val="center"/>
          </w:tcPr>
          <w:p w:rsidR="00D05296" w:rsidRPr="009C54AE" w:rsidRDefault="00D052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05296" w:rsidRPr="009C54AE" w:rsidTr="00D05296">
        <w:tc>
          <w:tcPr>
            <w:tcW w:w="851" w:type="dxa"/>
            <w:vAlign w:val="center"/>
          </w:tcPr>
          <w:p w:rsidR="00D05296" w:rsidRPr="009C54AE" w:rsidRDefault="00D052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D05296" w:rsidRPr="00D75138" w:rsidRDefault="00D4428C" w:rsidP="00D442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Kształtowanie umiejętności a</w:t>
            </w:r>
            <w:r w:rsidR="00D05296" w:rsidRPr="00D75138">
              <w:rPr>
                <w:rFonts w:ascii="Corbel" w:hAnsi="Corbel"/>
                <w:b w:val="0"/>
                <w:smallCaps w:val="0"/>
                <w:szCs w:val="24"/>
              </w:rPr>
              <w:t>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05296" w:rsidRPr="00D75138">
              <w:rPr>
                <w:rFonts w:ascii="Corbel" w:hAnsi="Corbel"/>
                <w:b w:val="0"/>
                <w:smallCaps w:val="0"/>
                <w:szCs w:val="24"/>
              </w:rPr>
              <w:t>uje czynniki wpływające na przeobrażenia zachodzące w rodzinie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D05296" w:rsidRPr="009C54AE" w:rsidRDefault="00D052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251671" w:rsidRDefault="00E764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25167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251671" w:rsidRDefault="00251671" w:rsidP="0025167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wyjaśnia </w:t>
            </w:r>
            <w:r w:rsidR="006414A4" w:rsidRPr="00251671">
              <w:rPr>
                <w:rFonts w:ascii="Corbel" w:hAnsi="Corbel"/>
                <w:color w:val="000000"/>
                <w:sz w:val="24"/>
                <w:szCs w:val="24"/>
              </w:rPr>
              <w:t>mechanizmy funkcjonowania człowieka w strukturach społecznych i instytucjach życia publicznego</w:t>
            </w:r>
          </w:p>
        </w:tc>
        <w:tc>
          <w:tcPr>
            <w:tcW w:w="1873" w:type="dxa"/>
          </w:tcPr>
          <w:p w:rsidR="00251671" w:rsidRPr="00251671" w:rsidRDefault="00251671" w:rsidP="0025167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251671">
              <w:rPr>
                <w:rFonts w:ascii="Corbel" w:hAnsi="Corbel"/>
                <w:color w:val="000000"/>
                <w:sz w:val="24"/>
                <w:szCs w:val="24"/>
              </w:rPr>
              <w:t>K_W08</w:t>
            </w:r>
          </w:p>
          <w:p w:rsidR="0085747A" w:rsidRPr="0025167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2BF3" w:rsidRPr="009C54AE" w:rsidTr="00D47D81">
        <w:trPr>
          <w:trHeight w:val="3232"/>
        </w:trPr>
        <w:tc>
          <w:tcPr>
            <w:tcW w:w="1701" w:type="dxa"/>
          </w:tcPr>
          <w:p w:rsidR="00522BF3" w:rsidRPr="00251671" w:rsidRDefault="00522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167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22BF3" w:rsidRPr="00251671" w:rsidRDefault="00522BF3" w:rsidP="0025167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Student wykorzystuje</w:t>
            </w:r>
            <w:r w:rsidRPr="00251671">
              <w:rPr>
                <w:rFonts w:ascii="Corbel" w:hAnsi="Corbel"/>
                <w:color w:val="000000"/>
                <w:sz w:val="24"/>
                <w:szCs w:val="24"/>
              </w:rPr>
              <w:t xml:space="preserve"> wiedzę teoretyczną o procesach zachodzących w społeczeństwie do szczegółowego opisu kwestii związanych z pracą socjalną; wykorzystać teoretyczną wiedzę o jednostkowych procesach zachodzących w społeczeństwie do budowania sposobów działania mających na celu tworzenie i doskonalenie systemu funkcjonowania pracy socjalnej; wykorzystywać wiedzę wynikającą z diagnozowania procesów i zjawisk społecznych w praktyce pracy socjalnej</w:t>
            </w:r>
          </w:p>
        </w:tc>
        <w:tc>
          <w:tcPr>
            <w:tcW w:w="1873" w:type="dxa"/>
          </w:tcPr>
          <w:p w:rsidR="00522BF3" w:rsidRPr="00251671" w:rsidRDefault="00522BF3" w:rsidP="0025167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251671">
              <w:rPr>
                <w:rFonts w:ascii="Corbel" w:hAnsi="Corbel"/>
                <w:color w:val="000000"/>
                <w:sz w:val="24"/>
                <w:szCs w:val="24"/>
              </w:rPr>
              <w:t>K_U02</w:t>
            </w:r>
          </w:p>
          <w:p w:rsidR="00522BF3" w:rsidRPr="00251671" w:rsidRDefault="00522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428C" w:rsidRPr="009C54AE" w:rsidTr="00D4428C">
        <w:trPr>
          <w:trHeight w:val="1493"/>
        </w:trPr>
        <w:tc>
          <w:tcPr>
            <w:tcW w:w="1701" w:type="dxa"/>
          </w:tcPr>
          <w:p w:rsidR="00D4428C" w:rsidRPr="00251671" w:rsidRDefault="00D442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4428C" w:rsidRPr="00D4428C" w:rsidRDefault="00D4428C" w:rsidP="00D4428C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>Student posługuje się podstawowymi podejściami teoretycznymi w analizowaniu różnych aspektów ludzkich zachowań w celu diagnozowania, prognozowania oraz formułowania programów działań socjalnych</w:t>
            </w:r>
          </w:p>
          <w:p w:rsidR="00D4428C" w:rsidRDefault="00D4428C" w:rsidP="00251671">
            <w:pPr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</w:tcPr>
          <w:p w:rsidR="00D4428C" w:rsidRPr="00251671" w:rsidRDefault="00D4428C" w:rsidP="0025167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K_K05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926C7" w:rsidRDefault="00E926C7" w:rsidP="00E926C7">
            <w:pPr>
              <w:spacing w:before="120"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lastRenderedPageBreak/>
              <w:t>Ewolucyjne ramy rodziny.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926C7" w:rsidRDefault="00E926C7" w:rsidP="00E926C7">
            <w:pPr>
              <w:spacing w:before="120"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Małżeństwo i rodzina: aspekt instytucjonalny i interakcyjny.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926C7" w:rsidRDefault="00E926C7" w:rsidP="00E926C7">
            <w:pPr>
              <w:spacing w:before="120"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 xml:space="preserve">Typy rodziny. </w:t>
            </w:r>
          </w:p>
        </w:tc>
      </w:tr>
      <w:tr w:rsidR="00E926C7" w:rsidRPr="009C54AE" w:rsidTr="00923D7D">
        <w:tc>
          <w:tcPr>
            <w:tcW w:w="9639" w:type="dxa"/>
          </w:tcPr>
          <w:p w:rsidR="00E926C7" w:rsidRPr="00D75138" w:rsidRDefault="00E926C7" w:rsidP="00E926C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Teorie i ideologie rodziny.</w:t>
            </w:r>
          </w:p>
        </w:tc>
      </w:tr>
      <w:tr w:rsidR="00E926C7" w:rsidRPr="009C54AE" w:rsidTr="00923D7D">
        <w:tc>
          <w:tcPr>
            <w:tcW w:w="9639" w:type="dxa"/>
          </w:tcPr>
          <w:p w:rsidR="00E926C7" w:rsidRPr="00D75138" w:rsidRDefault="00E926C7" w:rsidP="00E926C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Struktura i funkcje małżeństwa i rodziny.</w:t>
            </w:r>
          </w:p>
        </w:tc>
      </w:tr>
      <w:tr w:rsidR="00E926C7" w:rsidRPr="009C54AE" w:rsidTr="00923D7D">
        <w:tc>
          <w:tcPr>
            <w:tcW w:w="9639" w:type="dxa"/>
          </w:tcPr>
          <w:p w:rsidR="00E926C7" w:rsidRPr="00D75138" w:rsidRDefault="00E926C7" w:rsidP="00E926C7">
            <w:pPr>
              <w:spacing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Procesy wewnątrzrodzinne /cykl życia rodziny, style życia w rodzinie, podział pracy, socjalizacja, reprodukcja struktury społecznej, rozpad rodziny/.</w:t>
            </w:r>
          </w:p>
        </w:tc>
      </w:tr>
      <w:tr w:rsidR="00E926C7" w:rsidRPr="009C54AE" w:rsidTr="00923D7D">
        <w:tc>
          <w:tcPr>
            <w:tcW w:w="9639" w:type="dxa"/>
          </w:tcPr>
          <w:p w:rsidR="00E926C7" w:rsidRPr="00D75138" w:rsidRDefault="00E926C7" w:rsidP="00E926C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Historia rodziny w kulturze zachodniej. Rodzina w różnych kulturach.</w:t>
            </w:r>
          </w:p>
        </w:tc>
      </w:tr>
      <w:tr w:rsidR="00E926C7" w:rsidRPr="009C54AE" w:rsidTr="00923D7D">
        <w:tc>
          <w:tcPr>
            <w:tcW w:w="9639" w:type="dxa"/>
          </w:tcPr>
          <w:p w:rsidR="00E926C7" w:rsidRPr="00D75138" w:rsidRDefault="00E926C7" w:rsidP="00E926C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Rodzina współczesna /kryzys rodziny, morfologia pary, nowe ojcostwo i nowe macierzyństwo/.</w:t>
            </w:r>
          </w:p>
        </w:tc>
      </w:tr>
      <w:tr w:rsidR="00E926C7" w:rsidRPr="009C54AE" w:rsidTr="00923D7D">
        <w:tc>
          <w:tcPr>
            <w:tcW w:w="9639" w:type="dxa"/>
          </w:tcPr>
          <w:p w:rsidR="00E926C7" w:rsidRPr="00D75138" w:rsidRDefault="00E926C7" w:rsidP="00E926C7">
            <w:pPr>
              <w:spacing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Alternatywne formy życia małżeńsko-rodzinnego.</w:t>
            </w:r>
          </w:p>
        </w:tc>
      </w:tr>
      <w:tr w:rsidR="00E926C7" w:rsidRPr="009C54AE" w:rsidTr="00923D7D">
        <w:tc>
          <w:tcPr>
            <w:tcW w:w="9639" w:type="dxa"/>
          </w:tcPr>
          <w:p w:rsidR="00E926C7" w:rsidRPr="00D75138" w:rsidRDefault="00E926C7" w:rsidP="00E926C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Socjologiczne badania nad rodziną.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957" w:rsidRPr="009C54AE" w:rsidTr="00923D7D">
        <w:tc>
          <w:tcPr>
            <w:tcW w:w="9639" w:type="dxa"/>
          </w:tcPr>
          <w:p w:rsidR="00234957" w:rsidRDefault="00234957" w:rsidP="000C04BC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B1F68">
              <w:rPr>
                <w:rFonts w:ascii="Corbel" w:hAnsi="Corbel"/>
                <w:bCs/>
                <w:sz w:val="24"/>
                <w:szCs w:val="24"/>
              </w:rPr>
              <w:t>Teoria autonomicznej rodziny małej i krytyka koncepcji  rodziny  nuklearnej.</w:t>
            </w:r>
          </w:p>
          <w:p w:rsidR="009B6AD1" w:rsidRPr="000B1F68" w:rsidRDefault="009B6AD1" w:rsidP="000C04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234957" w:rsidRPr="009C54AE" w:rsidTr="00923D7D">
        <w:tc>
          <w:tcPr>
            <w:tcW w:w="9639" w:type="dxa"/>
          </w:tcPr>
          <w:p w:rsidR="009B6AD1" w:rsidRDefault="00234957" w:rsidP="000C04BC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B1F68">
              <w:rPr>
                <w:rFonts w:ascii="Corbel" w:hAnsi="Corbel"/>
                <w:bCs/>
                <w:sz w:val="24"/>
                <w:szCs w:val="24"/>
              </w:rPr>
              <w:t xml:space="preserve">Cykl życia rodziny </w:t>
            </w:r>
            <w:r w:rsidR="009B6AD1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="00234957" w:rsidRPr="000B1F68" w:rsidRDefault="00234957" w:rsidP="000C04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234957" w:rsidRPr="009C54AE" w:rsidTr="00923D7D">
        <w:tc>
          <w:tcPr>
            <w:tcW w:w="9639" w:type="dxa"/>
          </w:tcPr>
          <w:p w:rsidR="009B6AD1" w:rsidRDefault="00234957" w:rsidP="000C04BC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 xml:space="preserve">Alternatywne modele rodzin. </w:t>
            </w:r>
            <w:r w:rsidRPr="000B1F68">
              <w:rPr>
                <w:rFonts w:ascii="Corbel" w:hAnsi="Corbel"/>
                <w:bCs/>
                <w:spacing w:val="-4"/>
                <w:sz w:val="24"/>
                <w:szCs w:val="24"/>
              </w:rPr>
              <w:t>Powstawanie rodziny: Związki seksualne, małżeństwa i społeczne reguły ich zawierania</w:t>
            </w:r>
            <w:r w:rsidR="009B6AD1">
              <w:rPr>
                <w:rFonts w:ascii="Corbel" w:hAnsi="Corbel"/>
                <w:bCs/>
                <w:spacing w:val="-4"/>
                <w:sz w:val="24"/>
                <w:szCs w:val="24"/>
              </w:rPr>
              <w:t>.</w:t>
            </w:r>
          </w:p>
          <w:p w:rsidR="00234957" w:rsidRPr="000B1F68" w:rsidRDefault="00234957" w:rsidP="000C04BC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0B1F68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 </w:t>
            </w:r>
          </w:p>
        </w:tc>
      </w:tr>
      <w:tr w:rsidR="00234957" w:rsidRPr="009C54AE" w:rsidTr="00923D7D">
        <w:tc>
          <w:tcPr>
            <w:tcW w:w="9639" w:type="dxa"/>
          </w:tcPr>
          <w:p w:rsidR="009B6AD1" w:rsidRDefault="00234957" w:rsidP="000C04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Konflikty w rodzinie – rozwody, separacja, konflikt wokół zasobów i podziału pracy</w:t>
            </w:r>
            <w:r w:rsidR="009B6AD1">
              <w:rPr>
                <w:rFonts w:ascii="Corbel" w:hAnsi="Corbel"/>
                <w:sz w:val="24"/>
                <w:szCs w:val="24"/>
              </w:rPr>
              <w:t>.</w:t>
            </w:r>
          </w:p>
          <w:p w:rsidR="00234957" w:rsidRPr="000B1F68" w:rsidRDefault="00234957" w:rsidP="000C04BC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234957" w:rsidRPr="009C54AE" w:rsidTr="00923D7D">
        <w:tc>
          <w:tcPr>
            <w:tcW w:w="9639" w:type="dxa"/>
          </w:tcPr>
          <w:p w:rsidR="00234957" w:rsidRDefault="00234957" w:rsidP="000C04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Nowe style życia rodzinnego – nowe ojcostwo i nowe macierzyństwo?</w:t>
            </w:r>
          </w:p>
          <w:p w:rsidR="009B6AD1" w:rsidRPr="000B1F68" w:rsidRDefault="009B6AD1" w:rsidP="000C04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</w:p>
        </w:tc>
      </w:tr>
      <w:tr w:rsidR="00234957" w:rsidRPr="009C54AE" w:rsidTr="00923D7D">
        <w:tc>
          <w:tcPr>
            <w:tcW w:w="9639" w:type="dxa"/>
          </w:tcPr>
          <w:p w:rsidR="00234957" w:rsidRDefault="00234957" w:rsidP="000C04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Małżeństwo i rodzina w Polsce  i na świecie – sytuacja i kierunek przeobrażeń. Wybrane badania socjologiczne dotyczące współczesnych rodzin.</w:t>
            </w:r>
          </w:p>
          <w:p w:rsidR="009B6AD1" w:rsidRPr="000B1F68" w:rsidRDefault="009B6AD1" w:rsidP="000C04B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234957" w:rsidRPr="009C54AE" w:rsidTr="00923D7D">
        <w:tc>
          <w:tcPr>
            <w:tcW w:w="9639" w:type="dxa"/>
          </w:tcPr>
          <w:p w:rsidR="00234957" w:rsidRDefault="00234957" w:rsidP="000C04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Problemy społeczne rodzin i pomoc socjalna państwa. Ubóstwo rodzin w Polsce.</w:t>
            </w:r>
          </w:p>
          <w:p w:rsidR="009B6AD1" w:rsidRPr="000B1F68" w:rsidRDefault="009B6AD1" w:rsidP="000C04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414A4" w:rsidRDefault="009F4610" w:rsidP="006414A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14A4" w:rsidRPr="00795C1F" w:rsidRDefault="006414A4" w:rsidP="006414A4">
      <w:pPr>
        <w:spacing w:after="0"/>
        <w:rPr>
          <w:rFonts w:ascii="Corbel" w:hAnsi="Corbel"/>
          <w:i/>
          <w:sz w:val="24"/>
          <w:szCs w:val="24"/>
        </w:rPr>
      </w:pPr>
      <w:r w:rsidRPr="00795C1F">
        <w:rPr>
          <w:rFonts w:ascii="Corbel" w:hAnsi="Corbel"/>
          <w:i/>
          <w:sz w:val="24"/>
          <w:szCs w:val="24"/>
        </w:rPr>
        <w:t>Wykład: wykład z prezentacją multimedialną.</w:t>
      </w:r>
    </w:p>
    <w:p w:rsidR="006414A4" w:rsidRPr="00795C1F" w:rsidRDefault="006414A4" w:rsidP="006414A4">
      <w:pPr>
        <w:pStyle w:val="Punktygwne"/>
        <w:spacing w:before="0" w:after="0"/>
        <w:jc w:val="both"/>
        <w:rPr>
          <w:rFonts w:ascii="Corbel" w:hAnsi="Corbel"/>
          <w:i/>
          <w:smallCaps w:val="0"/>
          <w:szCs w:val="24"/>
        </w:rPr>
      </w:pPr>
      <w:r w:rsidRPr="00795C1F">
        <w:rPr>
          <w:rFonts w:ascii="Corbel" w:hAnsi="Corbel"/>
          <w:b w:val="0"/>
          <w:i/>
          <w:smallCaps w:val="0"/>
          <w:szCs w:val="24"/>
        </w:rPr>
        <w:t>Ćwiczenia: analiza tekstów z dyskusją, praca w grupach (rozwiązywanie zadań, dyskusja), referat z prezentacją multimedialną, kolokwium - test wielokrotnego wyboru</w:t>
      </w:r>
    </w:p>
    <w:p w:rsidR="006414A4" w:rsidRPr="00251671" w:rsidRDefault="006414A4" w:rsidP="006414A4">
      <w:pPr>
        <w:spacing w:after="0"/>
        <w:rPr>
          <w:rFonts w:ascii="Corbel" w:hAnsi="Corbel"/>
          <w:sz w:val="24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51671" w:rsidRDefault="002516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25167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795C1F" w:rsidRDefault="00795C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5C1F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pisemny, kolokwium, obserwacja w trakcie zajęć</w:t>
            </w:r>
          </w:p>
        </w:tc>
        <w:tc>
          <w:tcPr>
            <w:tcW w:w="2126" w:type="dxa"/>
          </w:tcPr>
          <w:p w:rsidR="0085747A" w:rsidRPr="009C54AE" w:rsidRDefault="00795C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5167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167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795C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5C1F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pisemny, kolokwium, obserwacja w trakcie zajęć</w:t>
            </w:r>
          </w:p>
        </w:tc>
        <w:tc>
          <w:tcPr>
            <w:tcW w:w="2126" w:type="dxa"/>
          </w:tcPr>
          <w:p w:rsidR="0085747A" w:rsidRPr="009C54AE" w:rsidRDefault="00795C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1671" w:rsidRPr="009C54AE" w:rsidTr="00C05F44">
        <w:tc>
          <w:tcPr>
            <w:tcW w:w="1985" w:type="dxa"/>
          </w:tcPr>
          <w:p w:rsidR="00251671" w:rsidRPr="00251671" w:rsidRDefault="002516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1671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251671" w:rsidRPr="009C54AE" w:rsidRDefault="00795C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5C1F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pisemny, kolokwium, obserwacja w trakcie zajęć</w:t>
            </w:r>
          </w:p>
        </w:tc>
        <w:tc>
          <w:tcPr>
            <w:tcW w:w="2126" w:type="dxa"/>
          </w:tcPr>
          <w:p w:rsidR="00251671" w:rsidRPr="009C54AE" w:rsidRDefault="00795C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95C1F">
        <w:trPr>
          <w:trHeight w:val="1787"/>
        </w:trPr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95C1F" w:rsidRDefault="00795C1F" w:rsidP="00795C1F">
            <w:pPr>
              <w:rPr>
                <w:rFonts w:ascii="Corbel" w:hAnsi="Corbel"/>
                <w:sz w:val="24"/>
                <w:szCs w:val="24"/>
              </w:rPr>
            </w:pPr>
            <w:r w:rsidRPr="00F46ED7">
              <w:rPr>
                <w:rFonts w:ascii="Corbel" w:hAnsi="Corbel"/>
                <w:sz w:val="24"/>
                <w:szCs w:val="24"/>
              </w:rPr>
              <w:t>Wykład:</w:t>
            </w:r>
            <w:r>
              <w:rPr>
                <w:rFonts w:ascii="Corbel" w:hAnsi="Corbel"/>
                <w:sz w:val="24"/>
                <w:szCs w:val="24"/>
              </w:rPr>
              <w:t xml:space="preserve"> e</w:t>
            </w:r>
            <w:r w:rsidRPr="00F46ED7">
              <w:rPr>
                <w:rFonts w:ascii="Corbel" w:hAnsi="Corbel"/>
                <w:sz w:val="24"/>
                <w:szCs w:val="24"/>
              </w:rPr>
              <w:t>gzamin pisemny</w:t>
            </w:r>
            <w:r>
              <w:rPr>
                <w:rFonts w:ascii="Corbel" w:hAnsi="Corbel"/>
                <w:sz w:val="24"/>
                <w:szCs w:val="24"/>
              </w:rPr>
              <w:t xml:space="preserve"> w formie testu wielokrotnego wyboru.</w:t>
            </w:r>
          </w:p>
          <w:p w:rsidR="0085747A" w:rsidRPr="00795C1F" w:rsidRDefault="00795C1F" w:rsidP="00802D9A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95C1F">
              <w:rPr>
                <w:rFonts w:ascii="Corbel" w:hAnsi="Corbel"/>
                <w:sz w:val="24"/>
                <w:szCs w:val="24"/>
              </w:rPr>
              <w:t>Ćwiczenia: zaliczenie z oceną (ustalenie oceny zaliczeniowej na pods</w:t>
            </w:r>
            <w:r w:rsidR="00F07A4B">
              <w:rPr>
                <w:rFonts w:ascii="Corbel" w:hAnsi="Corbel"/>
                <w:sz w:val="24"/>
                <w:szCs w:val="24"/>
              </w:rPr>
              <w:t>tawie ocen cząstkowych z: kolokwium pisemnego</w:t>
            </w:r>
            <w:r w:rsidRPr="00795C1F">
              <w:rPr>
                <w:rFonts w:ascii="Corbel" w:hAnsi="Corbel"/>
                <w:sz w:val="24"/>
                <w:szCs w:val="24"/>
              </w:rPr>
              <w:t xml:space="preserve"> w formie testu </w:t>
            </w:r>
            <w:r w:rsidR="00802D9A">
              <w:rPr>
                <w:rFonts w:ascii="Corbel" w:hAnsi="Corbel"/>
                <w:sz w:val="24"/>
                <w:szCs w:val="24"/>
              </w:rPr>
              <w:t>jednokrotnego</w:t>
            </w:r>
            <w:r w:rsidRPr="00795C1F">
              <w:rPr>
                <w:rFonts w:ascii="Corbel" w:hAnsi="Corbel"/>
                <w:sz w:val="24"/>
                <w:szCs w:val="24"/>
              </w:rPr>
              <w:t xml:space="preserve"> wyboru, przygotowania do zajęć i aktywności).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95C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95C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795C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95C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5C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RPr="009B6AD1" w:rsidRDefault="00923D7D" w:rsidP="009B6AD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41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41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522BF3">
        <w:trPr>
          <w:trHeight w:val="274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Szlendak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T. (2010). Socjologia rodziny. Warszawa:  Wydawnictwo Naukowe PWN.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Slany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K. (2003). Alternatywne formy życia małżeńsko-rodzinnego w ponowoczesnym świecie, Kraków: Wydawnictwo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Nomos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</w:rPr>
              <w:t>Giza-</w:t>
            </w:r>
            <w:r>
              <w:rPr>
                <w:rStyle w:val="spellingerror"/>
                <w:rFonts w:ascii="Corbel" w:hAnsi="Corbel" w:cs="Segoe UI"/>
              </w:rPr>
              <w:t>Poleszczuk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A. (2002). Rodzina i system społeczny [w:] M.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Marody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(red.), Wymiary życia społecznego. Polska na przełomie XX i XXI w., Warszawa: Scholar. 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234957" w:rsidRP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Adamski F. (2002). Rodzina. Wymiar społeczno-kulturowy, Kraków: Wydawnictwo UJ. 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Adamski F. (1984). Socjologia małżeństwa i rodziny, Warszawa: Wydawnictwo PWN.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Badora S., </w:t>
            </w: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Czeredrecka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B., Marzec D. (2001). Rodzina i formy jej wspomagania, Kraków: Impuls.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Balcerzak-Paradowska B. (1997). Rodzina wielodzietna w Polsce, Warszawa.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Duch-</w:t>
            </w:r>
            <w:r>
              <w:rPr>
                <w:rStyle w:val="spellingerror"/>
                <w:rFonts w:ascii="Corbel" w:eastAsia="Calibri" w:hAnsi="Corbel" w:cs="Segoe UI"/>
                <w:sz w:val="22"/>
                <w:szCs w:val="22"/>
              </w:rPr>
              <w:t>Krzystoszek</w:t>
            </w:r>
            <w:proofErr w:type="spellEnd"/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 D. (2007). Kto rządzi w rodzinie. Socjologiczna analiza relacji w małżeństwie, Warszawa: Wydawnictwo Instytutu Filozofii i Socjologii Polskiej Akademii Nauk.</w:t>
            </w:r>
            <w:r>
              <w:rPr>
                <w:rStyle w:val="eop"/>
                <w:rFonts w:ascii="Corbel" w:hAnsi="Corbel" w:cs="Segoe UI"/>
                <w:sz w:val="22"/>
                <w:szCs w:val="22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Duch-Krzysztoszek D. (1999) Małżeństwo, seks, prokreacja, Warszawa: Wydawnictwo </w:t>
            </w: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IFiS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PAN 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Dyczewski L. (2003). Rodzina – społeczeństwo – państwo, Lublin: Wydaw. TN KUL.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Dyczewski L. (2003). Rodzina twórcą i przekazicielem kultury, Lublin: Wydaw. TN KUL.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Kocik L. (2002). Wzory małżeństwa i rodziny. Od tradycyjnej jednorodności do współczesnych skrajności, Kraków: Oficyna Wydawnicza AFM.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Kryczka P. (1997). Rodzina w zmieniającym się społeczeństwie, Lublin: Wydawnictw KUL.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Kurzynowski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A. (1995), Rodzina w okresie transformacji systemowej, Warszawa: WSP TWP.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Kwak A. (2005). Rodzina w dobie przemian. Małżeństwo i </w:t>
            </w: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kohabitacja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Warszawa: Żak.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Siemieńska R. (2003). Płeć jako czynnik różnicujący, Warszawa: Scholar.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Tyszka Z. (2004), Blaski i cienie życia rodzinnego. Poznań: UAM.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Tyszka Z. (2001.), Współczesne rodziny polskie – ich stan i kierunek przemian, Poznań: UAM.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Tyszka Z. (1979). Socjologia rodziny, Warszawa: PWN.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Tyszka Z. (2001), Współczesne rodziny polskie - ich stan i kierunek przemian, Poznań: UAM. 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Tyszka Z.(2002) Rodzina we współczesnym świecie, Poznań: UAM.</w:t>
            </w:r>
            <w:r>
              <w:rPr>
                <w:rStyle w:val="eop"/>
                <w:rFonts w:ascii="Corbel" w:hAnsi="Corbel" w:cs="Segoe UI"/>
                <w:sz w:val="22"/>
                <w:szCs w:val="22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Tyszka Z. (2001). System metodologiczny wieloaspektowej integralnej analizy życia rodzinnego, Poznań: UAM.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Tyszka Z. (1997) Wachowiak A., Podstawowe pojęcia i zagadnienia socjologii rodziny, Poznań. UAM.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 xml:space="preserve">Warzywoda-Kruszyńska W., Szukalski P. (2001.). Rodzina w zmieniającym </w:t>
            </w:r>
            <w:r>
              <w:rPr>
                <w:rStyle w:val="normaltextrun"/>
                <w:rFonts w:ascii="Corbel" w:hAnsi="Corbel" w:cs="Segoe UI"/>
              </w:rPr>
              <w:lastRenderedPageBreak/>
              <w:t>się społeczeństwie polskim, Łódź: Wydaw. Uniwersytetu Łódzkiego.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234957" w:rsidRPr="00E764F8" w:rsidRDefault="00E764F8" w:rsidP="00E764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Ziemska M., Kwak A. (1982). Funkcjonowanie rodziny a problemy profilaktyki społecznej i resocjalizacji, Warszawa: UW.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D736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</w:t>
      </w:r>
      <w:r w:rsidR="009B6AD1">
        <w:rPr>
          <w:rFonts w:ascii="Corbel" w:hAnsi="Corbel"/>
          <w:b w:val="0"/>
          <w:smallCaps w:val="0"/>
          <w:szCs w:val="24"/>
        </w:rPr>
        <w:t>j</w:t>
      </w:r>
    </w:p>
    <w:p w:rsidR="005D7361" w:rsidRDefault="005D73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D7361" w:rsidRDefault="005D7361" w:rsidP="005D7361">
      <w:pPr>
        <w:spacing w:line="240" w:lineRule="auto"/>
        <w:jc w:val="right"/>
        <w:rPr>
          <w:rFonts w:ascii="Times New Roman" w:hAnsi="Times New Roman"/>
          <w:b/>
          <w:bCs/>
        </w:rPr>
      </w:pPr>
    </w:p>
    <w:sectPr w:rsidR="005D736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E5A" w:rsidRDefault="002D2E5A" w:rsidP="00C16ABF">
      <w:pPr>
        <w:spacing w:after="0" w:line="240" w:lineRule="auto"/>
      </w:pPr>
      <w:r>
        <w:separator/>
      </w:r>
    </w:p>
  </w:endnote>
  <w:endnote w:type="continuationSeparator" w:id="0">
    <w:p w:rsidR="002D2E5A" w:rsidRDefault="002D2E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E5A" w:rsidRDefault="002D2E5A" w:rsidP="00C16ABF">
      <w:pPr>
        <w:spacing w:after="0" w:line="240" w:lineRule="auto"/>
      </w:pPr>
      <w:r>
        <w:separator/>
      </w:r>
    </w:p>
  </w:footnote>
  <w:footnote w:type="continuationSeparator" w:id="0">
    <w:p w:rsidR="002D2E5A" w:rsidRDefault="002D2E5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43475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MwNTa1NDA2MjZT0lEKTi0uzszPAykwqgUA/M4GNywAAAA="/>
  </w:docVars>
  <w:rsids>
    <w:rsidRoot w:val="00BD66E9"/>
    <w:rsid w:val="000048FD"/>
    <w:rsid w:val="000077B4"/>
    <w:rsid w:val="00015B8F"/>
    <w:rsid w:val="00020B7D"/>
    <w:rsid w:val="00022ECE"/>
    <w:rsid w:val="00042A51"/>
    <w:rsid w:val="00042D2E"/>
    <w:rsid w:val="00044C82"/>
    <w:rsid w:val="00070ED6"/>
    <w:rsid w:val="000742DC"/>
    <w:rsid w:val="00084C12"/>
    <w:rsid w:val="000908E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73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4957"/>
    <w:rsid w:val="0024028F"/>
    <w:rsid w:val="00244ABC"/>
    <w:rsid w:val="00251671"/>
    <w:rsid w:val="00281FF2"/>
    <w:rsid w:val="002857DE"/>
    <w:rsid w:val="00286EB4"/>
    <w:rsid w:val="00291567"/>
    <w:rsid w:val="002A22BF"/>
    <w:rsid w:val="002A2389"/>
    <w:rsid w:val="002A671D"/>
    <w:rsid w:val="002B4D55"/>
    <w:rsid w:val="002B57AE"/>
    <w:rsid w:val="002B5D4A"/>
    <w:rsid w:val="002B5EA0"/>
    <w:rsid w:val="002B6119"/>
    <w:rsid w:val="002C1F06"/>
    <w:rsid w:val="002D2E5A"/>
    <w:rsid w:val="002D3375"/>
    <w:rsid w:val="002D73D4"/>
    <w:rsid w:val="002F02A3"/>
    <w:rsid w:val="002F4ABE"/>
    <w:rsid w:val="003018BA"/>
    <w:rsid w:val="0030395F"/>
    <w:rsid w:val="00305C92"/>
    <w:rsid w:val="00311042"/>
    <w:rsid w:val="003151C5"/>
    <w:rsid w:val="003343CF"/>
    <w:rsid w:val="00346FE9"/>
    <w:rsid w:val="0034759A"/>
    <w:rsid w:val="003503F6"/>
    <w:rsid w:val="003530DD"/>
    <w:rsid w:val="00363F78"/>
    <w:rsid w:val="003655B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5C7D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79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BF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7361"/>
    <w:rsid w:val="005E6E85"/>
    <w:rsid w:val="005F31D2"/>
    <w:rsid w:val="006000F7"/>
    <w:rsid w:val="0061029B"/>
    <w:rsid w:val="00617230"/>
    <w:rsid w:val="006172AE"/>
    <w:rsid w:val="00621CE1"/>
    <w:rsid w:val="00627FC9"/>
    <w:rsid w:val="006414A4"/>
    <w:rsid w:val="00647FA8"/>
    <w:rsid w:val="00650C5F"/>
    <w:rsid w:val="00651AAF"/>
    <w:rsid w:val="00654934"/>
    <w:rsid w:val="006620D9"/>
    <w:rsid w:val="006665F5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688"/>
    <w:rsid w:val="0078168C"/>
    <w:rsid w:val="00787C2A"/>
    <w:rsid w:val="00790E27"/>
    <w:rsid w:val="00795C1F"/>
    <w:rsid w:val="007A2761"/>
    <w:rsid w:val="007A4022"/>
    <w:rsid w:val="007A6E6E"/>
    <w:rsid w:val="007C3299"/>
    <w:rsid w:val="007C3BCC"/>
    <w:rsid w:val="007C4546"/>
    <w:rsid w:val="007D6E56"/>
    <w:rsid w:val="007F4155"/>
    <w:rsid w:val="00802D9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AD1"/>
    <w:rsid w:val="009C3E31"/>
    <w:rsid w:val="009C54AE"/>
    <w:rsid w:val="009C788E"/>
    <w:rsid w:val="009D3F3B"/>
    <w:rsid w:val="009D400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563"/>
    <w:rsid w:val="00A54817"/>
    <w:rsid w:val="00A601C8"/>
    <w:rsid w:val="00A60799"/>
    <w:rsid w:val="00A84C85"/>
    <w:rsid w:val="00A97DE1"/>
    <w:rsid w:val="00AB053C"/>
    <w:rsid w:val="00AC07E7"/>
    <w:rsid w:val="00AD1146"/>
    <w:rsid w:val="00AD27D3"/>
    <w:rsid w:val="00AD4F4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689"/>
    <w:rsid w:val="00C24525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296"/>
    <w:rsid w:val="00D17C3C"/>
    <w:rsid w:val="00D26B2C"/>
    <w:rsid w:val="00D352C9"/>
    <w:rsid w:val="00D425B2"/>
    <w:rsid w:val="00D428D6"/>
    <w:rsid w:val="00D43F38"/>
    <w:rsid w:val="00D4428C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64F8"/>
    <w:rsid w:val="00E77E88"/>
    <w:rsid w:val="00E8107D"/>
    <w:rsid w:val="00E926C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A4B"/>
    <w:rsid w:val="00F17567"/>
    <w:rsid w:val="00F25F25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A2A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495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4957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2A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2AE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E764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E764F8"/>
  </w:style>
  <w:style w:type="character" w:customStyle="1" w:styleId="normaltextrun">
    <w:name w:val="normaltextrun"/>
    <w:basedOn w:val="Domylnaczcionkaakapitu"/>
    <w:rsid w:val="00E764F8"/>
  </w:style>
  <w:style w:type="character" w:customStyle="1" w:styleId="eop">
    <w:name w:val="eop"/>
    <w:basedOn w:val="Domylnaczcionkaakapitu"/>
    <w:rsid w:val="00E764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26BA0D-8E6E-4CAA-9CCB-9644F572A5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A321A-6CD9-4236-B016-73A70DD95915}"/>
</file>

<file path=customXml/itemProps3.xml><?xml version="1.0" encoding="utf-8"?>
<ds:datastoreItem xmlns:ds="http://schemas.openxmlformats.org/officeDocument/2006/customXml" ds:itemID="{2E30C48C-0A4E-4305-A5FD-8130E4A82A88}"/>
</file>

<file path=customXml/itemProps4.xml><?xml version="1.0" encoding="utf-8"?>
<ds:datastoreItem xmlns:ds="http://schemas.openxmlformats.org/officeDocument/2006/customXml" ds:itemID="{5E2EE3BB-E338-45E7-B0EB-C6EF07D22F8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6</Pages>
  <Words>1193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3</cp:revision>
  <cp:lastPrinted>2019-02-06T12:12:00Z</cp:lastPrinted>
  <dcterms:created xsi:type="dcterms:W3CDTF">2021-09-30T11:51:00Z</dcterms:created>
  <dcterms:modified xsi:type="dcterms:W3CDTF">2021-10-01T11:19:00Z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